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3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  <w:bookmarkStart w:id="0" w:name="_GoBack"/>
            <w:bookmarkEnd w:id="0"/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DB7062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4B691B" w:rsidRDefault="00D0461E" w:rsidP="004B69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B69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Источна  Европа:</w:t>
            </w:r>
            <w:r w:rsidR="002C4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69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географске  одлике—</w:t>
            </w:r>
            <w:r w:rsidR="004B691B" w:rsidRPr="004B691B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Непрегледне  равнице/Привреде  у  променама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4B69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ученике  са  основним  географским одликама </w:t>
            </w:r>
            <w:r w:rsidR="004B69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Источне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</w:t>
            </w:r>
            <w:r w:rsidR="00C66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  одликама   Источне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C660B0" w:rsidRPr="00C660B0" w:rsidRDefault="005F7634" w:rsidP="00C66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660B0">
              <w:t xml:space="preserve"> </w:t>
            </w:r>
            <w:r w:rsidR="00C660B0" w:rsidRPr="00C66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 и  на  карти  покаже основне  физичкогеографске  одлике  регије</w:t>
            </w:r>
          </w:p>
          <w:p w:rsidR="00C660B0" w:rsidRPr="00C660B0" w:rsidRDefault="00C660B0" w:rsidP="00C66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-схвати основне  одлике  становништва</w:t>
            </w:r>
          </w:p>
          <w:p w:rsidR="00D0461E" w:rsidRPr="005F7634" w:rsidRDefault="00C660B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ашто  је  привреда  регије  у  </w:t>
            </w:r>
            <w:r w:rsidRPr="00C66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променама   и  које  су  поледице тих  промена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1.1.3. Препознаје и чита географске и допунске елементе карте - чита називе мора, залива, полуострва</w:t>
            </w:r>
            <w:r w:rsidR="00D34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као и планина,  низија   на простору  </w:t>
            </w:r>
            <w:r w:rsidR="00C66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Источне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ГЕ1.4.2. Препознаје основне </w:t>
            </w:r>
            <w:r w:rsidR="00D34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природногеографске и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друш</w:t>
            </w:r>
            <w:r w:rsidR="007058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твеногеографске  одлике  Источне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географској карти –  мора, залива, полуострва, као  и  облика  рељефа на простору </w:t>
            </w:r>
            <w:r w:rsidR="00D34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Источне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</w:t>
            </w:r>
            <w:r w:rsidR="00D34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природногеографске  и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друштвен</w:t>
            </w:r>
            <w:r w:rsidR="00D34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оногеографске  одлике   Источне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Анализира географску карту и доноси закључке о значају   географског  положаја </w:t>
            </w:r>
            <w:r w:rsidR="00D34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 географске  одлике  Источне 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  <w:p w:rsidR="00664F16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ГЕ3.4.3. Објашњава географске </w:t>
            </w:r>
            <w:r w:rsidR="00D34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везе и законитости   у  Источној 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Европи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D34F0B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са ученицима  понављамо  географски положај  Европе и  њене  везе  са  другим  континентима.Тражимо  од  ученика да  на  карти покажу  географску  гарницу  између  Европе  и  Азије.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D34F0B" w:rsidRPr="00B37DAE" w:rsidTr="00E3469D">
        <w:tc>
          <w:tcPr>
            <w:tcW w:w="9468" w:type="dxa"/>
            <w:shd w:val="clear" w:color="auto" w:fill="auto"/>
          </w:tcPr>
          <w:p w:rsidR="00EB6C6F" w:rsidRDefault="00D34F0B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Уз  помоћ  географске  карте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објашњавамо специфичности  географског  </w:t>
            </w:r>
            <w:r w:rsidR="00EB6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положаја  Источне Европе.У  реље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  истичемо  Источноевропску  низију.Указујемо</w:t>
            </w:r>
            <w:r w:rsidR="00EB6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 одлике  климе и  анализирамо  клима-дијаграме  на  стр. 67. у  уџбенику.На  карти  покзујемо  највеће  реке и  објашњавамо  њихове  одлике и  значај.Указујемо  на  језера  и захтевамо  од  ученика  да  пронађу   на  карти </w:t>
            </w:r>
            <w:r w:rsidR="00EB6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именују.Помоћу  карте  на  стр. 68. објашњавамо  смену  природних  зона од  севера  ка  југу.Указујемо  на  најважније природне  ресурсе  Источне  Европе.</w:t>
            </w:r>
          </w:p>
          <w:p w:rsidR="00EB6C6F" w:rsidRPr="00D34F0B" w:rsidRDefault="00EB6C6F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од ученика да анализирају табелу на  стр. 66.  и  да  на  карти  пронађу  наведене  државе.Укратко  објашњавамо распад  СССР-а и настанак  нових  држава.Дефинишемо основне  демографске  одлике,  истичемо пад  броја  становника  и  масовне миграције.Наводимо  одлике  привреде  и  истичемо да  је  она  у  великим  променама.Набрајамо  најважније  пољопривредне  културе  и  индустријске  производе.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EB6C6F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да ученици   на немој</w:t>
            </w:r>
            <w:r w:rsidR="007322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  у  Вежбанци (стр.15),  испишу називе  држава и  њихових главних  градова.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2C4A95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2C4A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ИСТОЧНА  ЕВРОПА:  ГЕОГРАФСКЕ ОДЛИКЕ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</w:p>
          <w:p w:rsidR="002C4A95" w:rsidRDefault="002C4A9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Pr="002C4A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НЕПРЕГЛЕДНЕ  РАВНИЦЕ/ПРИВРЕДЕ  У  ПРОМЕНАМА</w:t>
            </w:r>
            <w:r w:rsidR="00B80B22" w:rsidRPr="002C4A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</w:t>
            </w:r>
          </w:p>
          <w:p w:rsidR="001C6C13" w:rsidRPr="002C4A95" w:rsidRDefault="002C4A95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-Источна  Европа—пловина  површине  Европе</w:t>
            </w:r>
            <w:r w:rsidR="00B80B22" w:rsidRPr="002C4A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</w:t>
            </w:r>
          </w:p>
          <w:p w:rsidR="00606767" w:rsidRDefault="002C4A9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-до  1991.  једна  држава---СССР</w:t>
            </w:r>
          </w:p>
          <w:p w:rsidR="002C4A9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-од  Северног  леденог океана  на  северу  до  Црног мора  и Каспијског језера на југу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-рељеф: Источноевропска низија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-клима: континентална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-реке: Волга, Дон,  Дњепар,  Северна  Двина,Печора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-језера: Каспијско.  Ладога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-природне  зоне: тундре,  тајге,  лист.шуме, степе.  полупустиње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-природни  ресурси: плодно  земљиште,  шуме,  руде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-становништво:  Руси,  Украјинци,  Белоруси      пад  броја становника    масовне  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миграције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-привреда-престројавање</w:t>
            </w:r>
          </w:p>
          <w:p w:rsidR="0073223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-пољопривреда: житарице,  кромпир,  шећерна репа</w:t>
            </w:r>
          </w:p>
          <w:p w:rsidR="00732235" w:rsidRPr="002C4A95" w:rsidRDefault="00732235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-индустрија: моторна  возила,  машине...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2C4A95"/>
    <w:rsid w:val="003321C2"/>
    <w:rsid w:val="00391413"/>
    <w:rsid w:val="003F1D6D"/>
    <w:rsid w:val="00417219"/>
    <w:rsid w:val="00466279"/>
    <w:rsid w:val="004B691B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0585B"/>
    <w:rsid w:val="00732235"/>
    <w:rsid w:val="007E6623"/>
    <w:rsid w:val="008539E9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660B0"/>
    <w:rsid w:val="00C70D9C"/>
    <w:rsid w:val="00C81044"/>
    <w:rsid w:val="00CC0911"/>
    <w:rsid w:val="00D0461E"/>
    <w:rsid w:val="00D34F0B"/>
    <w:rsid w:val="00DB7062"/>
    <w:rsid w:val="00DE65D7"/>
    <w:rsid w:val="00E3469D"/>
    <w:rsid w:val="00E4334D"/>
    <w:rsid w:val="00EB6C6F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1C611-A392-46F1-A000-4C1A3C46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2020-07-03T15:04:00Z</dcterms:created>
  <dcterms:modified xsi:type="dcterms:W3CDTF">2020-07-06T13:26:00Z</dcterms:modified>
</cp:coreProperties>
</file>